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5F3AFF" w:rsidP="005D6365">
      <w:pPr>
        <w:pStyle w:val="Annexetitle"/>
      </w:pPr>
      <w:r w:rsidRPr="005F3AFF">
        <w:t xml:space="preserve"> ANNEX II</w:t>
      </w:r>
      <w:r w:rsidR="00451003" w:rsidRPr="005F3AFF">
        <w:t xml:space="preserve"> </w:t>
      </w:r>
      <w:r w:rsidR="00451003" w:rsidRPr="005D6365">
        <w:t xml:space="preserve">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>(</w:t>
      </w:r>
      <w:proofErr w:type="gramStart"/>
      <w:r w:rsidRPr="005D6365">
        <w:rPr>
          <w:szCs w:val="24"/>
          <w:lang w:val="fr-FR"/>
        </w:rPr>
        <w:t>max</w:t>
      </w:r>
      <w:proofErr w:type="gramEnd"/>
      <w:r w:rsidRPr="005D6365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  <w:bookmarkStart w:id="0" w:name="_GoBack"/>
      <w:bookmarkEnd w:id="0"/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CE" w:rsidRDefault="00A731CE">
      <w:r>
        <w:separator/>
      </w:r>
    </w:p>
  </w:endnote>
  <w:endnote w:type="continuationSeparator" w:id="0">
    <w:p w:rsidR="00A731CE" w:rsidRDefault="00A7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550814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55081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55081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550814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CE" w:rsidRDefault="00A731CE">
      <w:r>
        <w:separator/>
      </w:r>
    </w:p>
  </w:footnote>
  <w:footnote w:type="continuationSeparator" w:id="0">
    <w:p w:rsidR="00A731CE" w:rsidRDefault="00A73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51003" w:rsidRDefault="00451003" w:rsidP="00451003">
    <w:pPr>
      <w:pStyle w:val="Header"/>
      <w:jc w:val="right"/>
      <w:rPr>
        <w:rFonts w:eastAsia="SimSun"/>
      </w:rPr>
    </w:pPr>
    <w:r w:rsidRPr="00451003">
      <w:rPr>
        <w:szCs w:val="24"/>
      </w:rPr>
      <w:t>IO/</w:t>
    </w:r>
    <w:r w:rsidR="005F3AFF">
      <w:rPr>
        <w:i/>
        <w:szCs w:val="24"/>
      </w:rPr>
      <w:t>2</w:t>
    </w:r>
    <w:r w:rsidR="004A2B85">
      <w:rPr>
        <w:i/>
        <w:szCs w:val="24"/>
      </w:rPr>
      <w:t>1</w:t>
    </w:r>
    <w:r w:rsidR="005F3AFF">
      <w:rPr>
        <w:i/>
        <w:szCs w:val="24"/>
      </w:rPr>
      <w:t>/CFE</w:t>
    </w:r>
    <w:r w:rsidRPr="005F3AFF">
      <w:rPr>
        <w:szCs w:val="24"/>
      </w:rPr>
      <w:t>/</w:t>
    </w:r>
    <w:r w:rsidR="00550814">
      <w:rPr>
        <w:i/>
        <w:szCs w:val="24"/>
      </w:rPr>
      <w:t>10021654</w:t>
    </w:r>
    <w:r w:rsidRPr="005F3AFF">
      <w:rPr>
        <w:szCs w:val="24"/>
      </w:rPr>
      <w:t>/</w:t>
    </w:r>
    <w:r w:rsidR="005F3AFF">
      <w:rPr>
        <w:i/>
        <w:szCs w:val="24"/>
      </w:rPr>
      <w:t>IN</w:t>
    </w:r>
    <w:r w:rsidR="00B214B2">
      <w:rPr>
        <w:i/>
        <w:szCs w:val="24"/>
      </w:rPr>
      <w:t>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A731CE"/>
    <w:rsid w:val="00005FBA"/>
    <w:rsid w:val="00010B17"/>
    <w:rsid w:val="0001575A"/>
    <w:rsid w:val="00021217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762FB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A2B85"/>
    <w:rsid w:val="004C7A0E"/>
    <w:rsid w:val="004E0509"/>
    <w:rsid w:val="00500FB2"/>
    <w:rsid w:val="00525F62"/>
    <w:rsid w:val="005275BB"/>
    <w:rsid w:val="0053046E"/>
    <w:rsid w:val="0053363D"/>
    <w:rsid w:val="005360CB"/>
    <w:rsid w:val="00550814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5F3AFF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324B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731CE"/>
    <w:rsid w:val="00A81583"/>
    <w:rsid w:val="00A9619F"/>
    <w:rsid w:val="00AA1842"/>
    <w:rsid w:val="00AB0100"/>
    <w:rsid w:val="00AC100A"/>
    <w:rsid w:val="00AD74E3"/>
    <w:rsid w:val="00AE256D"/>
    <w:rsid w:val="00AF475B"/>
    <w:rsid w:val="00B214B2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2971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42DE6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,"/>
  <w14:docId w14:val="0BFE82F4"/>
  <w15:docId w15:val="{B6551D5B-6130-45BF-9DCD-E41CA35E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Technical_Experience_Profile_-_Template_YQ62FP_v1_0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DB78C-DCA6-452C-BDCC-5E6FB4D10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(3).dotx</Template>
  <TotalTime>0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Nbou Ismail EXT</dc:creator>
  <cp:keywords>EL3</cp:keywords>
  <cp:lastModifiedBy>Nbou Ismail EXT</cp:lastModifiedBy>
  <cp:revision>2</cp:revision>
  <cp:lastPrinted>2017-10-31T13:48:00Z</cp:lastPrinted>
  <dcterms:created xsi:type="dcterms:W3CDTF">2021-09-23T09:09:00Z</dcterms:created>
  <dcterms:modified xsi:type="dcterms:W3CDTF">2021-09-23T09:09:00Z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